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EF09D" w14:textId="77777777" w:rsidR="00D57550" w:rsidRPr="00D57550" w:rsidRDefault="00D57550" w:rsidP="00D57550">
      <w:pPr>
        <w:spacing w:before="120"/>
        <w:jc w:val="right"/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……………………., dnia ……………………. r.</w:t>
      </w:r>
    </w:p>
    <w:p w14:paraId="7D31A075" w14:textId="7D03FEC7" w:rsidR="00D57550" w:rsidRPr="00D57550" w:rsidRDefault="00D57550" w:rsidP="00D57550">
      <w:pPr>
        <w:rPr>
          <w:rFonts w:cs="Arial"/>
          <w:szCs w:val="22"/>
        </w:rPr>
      </w:pPr>
      <w:r w:rsidRPr="00D57550">
        <w:rPr>
          <w:rFonts w:cs="Arial"/>
          <w:szCs w:val="22"/>
        </w:rPr>
        <w:t xml:space="preserve">Nr rej.: </w:t>
      </w:r>
      <w:r w:rsidR="009856C9" w:rsidRPr="009856C9">
        <w:rPr>
          <w:rFonts w:cs="Arial"/>
          <w:szCs w:val="22"/>
        </w:rPr>
        <w:t>SZ-OOK.213.</w:t>
      </w:r>
      <w:r w:rsidR="004C51EA">
        <w:rPr>
          <w:rFonts w:cs="Arial"/>
          <w:szCs w:val="22"/>
        </w:rPr>
        <w:t>2</w:t>
      </w:r>
      <w:r w:rsidR="009856C9" w:rsidRPr="009856C9">
        <w:rPr>
          <w:rFonts w:cs="Arial"/>
          <w:szCs w:val="22"/>
        </w:rPr>
        <w:t>.202</w:t>
      </w:r>
      <w:r w:rsidR="000F5501">
        <w:rPr>
          <w:rFonts w:cs="Arial"/>
          <w:szCs w:val="22"/>
        </w:rPr>
        <w:t>5</w:t>
      </w:r>
    </w:p>
    <w:p w14:paraId="73E59825" w14:textId="77777777" w:rsidR="00D57550" w:rsidRPr="00D57550" w:rsidRDefault="00D57550" w:rsidP="00D57550">
      <w:pPr>
        <w:rPr>
          <w:rFonts w:cs="Arial"/>
          <w:szCs w:val="22"/>
        </w:rPr>
      </w:pPr>
    </w:p>
    <w:p w14:paraId="4A0AB628" w14:textId="77777777" w:rsidR="00D57550" w:rsidRPr="00D57550" w:rsidRDefault="00D57550" w:rsidP="00D57550">
      <w:pPr>
        <w:spacing w:after="120"/>
        <w:jc w:val="center"/>
        <w:rPr>
          <w:rFonts w:cs="Arial"/>
          <w:b/>
          <w:szCs w:val="22"/>
          <w:u w:val="single"/>
        </w:rPr>
      </w:pPr>
      <w:r w:rsidRPr="00D57550">
        <w:rPr>
          <w:rFonts w:cs="Arial"/>
          <w:b/>
          <w:szCs w:val="22"/>
          <w:u w:val="single"/>
        </w:rPr>
        <w:t>FORMULARZ OFERTOWY</w:t>
      </w:r>
    </w:p>
    <w:p w14:paraId="17FAF9F8" w14:textId="3F23BE40" w:rsidR="00D57550" w:rsidRPr="00D57550" w:rsidRDefault="00D57550" w:rsidP="00D57550">
      <w:pPr>
        <w:jc w:val="center"/>
        <w:rPr>
          <w:rFonts w:cs="Arial"/>
          <w:i/>
          <w:color w:val="0000FF"/>
          <w:szCs w:val="22"/>
          <w:u w:val="single"/>
        </w:rPr>
      </w:pPr>
      <w:r w:rsidRPr="00D57550">
        <w:rPr>
          <w:rFonts w:cs="Arial"/>
          <w:i/>
          <w:color w:val="0000FF"/>
          <w:szCs w:val="22"/>
          <w:u w:val="single"/>
        </w:rPr>
        <w:t>„</w:t>
      </w:r>
      <w:r w:rsidR="000F5501" w:rsidRPr="000F5501">
        <w:rPr>
          <w:rFonts w:cs="Arial"/>
          <w:i/>
          <w:color w:val="0000FF"/>
          <w:szCs w:val="22"/>
        </w:rPr>
        <w:t>Wykonanie remontu toalety wraz z pomieszczeniem socjalnym na pierwszym piętrze oraz toalety na drugim piętrze w siedzibie Oddziału OIP w Koszalinie</w:t>
      </w:r>
      <w:r w:rsidRPr="002E469D">
        <w:rPr>
          <w:rFonts w:cs="Arial"/>
          <w:i/>
          <w:color w:val="0000FF"/>
          <w:szCs w:val="22"/>
        </w:rPr>
        <w:t>”</w:t>
      </w:r>
    </w:p>
    <w:p w14:paraId="125465FB" w14:textId="77777777" w:rsidR="00D57550" w:rsidRPr="00D57550" w:rsidRDefault="00D57550" w:rsidP="00D57550">
      <w:pPr>
        <w:rPr>
          <w:rFonts w:cs="Arial"/>
          <w:szCs w:val="22"/>
        </w:rPr>
      </w:pPr>
    </w:p>
    <w:p w14:paraId="4AD8FB37" w14:textId="77777777" w:rsidR="00D57550" w:rsidRPr="00D57550" w:rsidRDefault="00D57550" w:rsidP="00D57550">
      <w:pPr>
        <w:numPr>
          <w:ilvl w:val="0"/>
          <w:numId w:val="2"/>
        </w:numPr>
        <w:spacing w:after="120"/>
        <w:ind w:left="284" w:hanging="284"/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Wykonawca:</w:t>
      </w:r>
    </w:p>
    <w:p w14:paraId="012A4D31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nazwa: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4EE00CF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adres: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045E5A7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NIP: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32C15A67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REGON: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3EB5ECB9" w14:textId="77777777" w:rsidR="00D57550" w:rsidRPr="00D57550" w:rsidRDefault="00D57550" w:rsidP="00D57550">
      <w:pPr>
        <w:ind w:left="284"/>
        <w:rPr>
          <w:rFonts w:cs="Arial"/>
          <w:szCs w:val="22"/>
          <w:lang w:val="en-US"/>
        </w:rPr>
      </w:pPr>
      <w:r w:rsidRPr="00D57550">
        <w:rPr>
          <w:rFonts w:cs="Arial"/>
          <w:szCs w:val="22"/>
          <w:lang w:val="en-US"/>
        </w:rPr>
        <w:t>nr KRS:</w:t>
      </w:r>
      <w:r w:rsidRPr="00D57550">
        <w:rPr>
          <w:rFonts w:cs="Arial"/>
          <w:szCs w:val="22"/>
          <w:lang w:val="en-US"/>
        </w:rPr>
        <w:tab/>
      </w:r>
      <w:r w:rsidRPr="00D57550">
        <w:rPr>
          <w:rFonts w:cs="Arial"/>
          <w:szCs w:val="22"/>
          <w:lang w:val="en-US"/>
        </w:rPr>
        <w:tab/>
        <w:t>………………………………………………….</w:t>
      </w:r>
    </w:p>
    <w:p w14:paraId="64473DBC" w14:textId="77777777" w:rsidR="00D57550" w:rsidRPr="00D57550" w:rsidRDefault="00D57550" w:rsidP="00D57550">
      <w:pPr>
        <w:ind w:left="284"/>
        <w:rPr>
          <w:rFonts w:cs="Arial"/>
          <w:szCs w:val="22"/>
          <w:lang w:val="en-US"/>
        </w:rPr>
      </w:pPr>
      <w:r w:rsidRPr="00D57550">
        <w:rPr>
          <w:rFonts w:cs="Arial"/>
          <w:szCs w:val="22"/>
          <w:lang w:val="en-US"/>
        </w:rPr>
        <w:t xml:space="preserve">Adres e-mail / </w:t>
      </w:r>
      <w:proofErr w:type="spellStart"/>
      <w:r w:rsidRPr="00D57550">
        <w:rPr>
          <w:rFonts w:cs="Arial"/>
          <w:szCs w:val="22"/>
        </w:rPr>
        <w:t>tel</w:t>
      </w:r>
      <w:proofErr w:type="spellEnd"/>
      <w:r w:rsidRPr="00D57550">
        <w:rPr>
          <w:rFonts w:cs="Arial"/>
          <w:szCs w:val="22"/>
          <w:lang w:val="en-US"/>
        </w:rPr>
        <w:t>:</w:t>
      </w:r>
      <w:r w:rsidRPr="00D57550">
        <w:rPr>
          <w:rFonts w:cs="Arial"/>
          <w:szCs w:val="22"/>
          <w:lang w:val="en-US"/>
        </w:rPr>
        <w:tab/>
        <w:t>………………………………………………….</w:t>
      </w:r>
    </w:p>
    <w:p w14:paraId="1C184EE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Os. do kontaktu:</w:t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6B97EC8D" w14:textId="77777777" w:rsidR="00D57550" w:rsidRPr="00D57550" w:rsidRDefault="00D57550" w:rsidP="00D57550">
      <w:pPr>
        <w:rPr>
          <w:rFonts w:cs="Arial"/>
          <w:szCs w:val="22"/>
        </w:rPr>
      </w:pPr>
      <w:r w:rsidRPr="00D57550">
        <w:rPr>
          <w:rFonts w:cs="Arial"/>
          <w:szCs w:val="22"/>
        </w:rPr>
        <w:tab/>
      </w:r>
    </w:p>
    <w:p w14:paraId="3E5AC7FF" w14:textId="77777777" w:rsidR="00D57550" w:rsidRPr="00D57550" w:rsidRDefault="00D57550" w:rsidP="00D57550">
      <w:pPr>
        <w:numPr>
          <w:ilvl w:val="0"/>
          <w:numId w:val="2"/>
        </w:numPr>
        <w:spacing w:before="120" w:after="120"/>
        <w:ind w:left="284" w:hanging="284"/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W odpowiedzi na zapytanie ofertowe składamy ofertę o następującej treści:</w:t>
      </w:r>
    </w:p>
    <w:p w14:paraId="3BB75555" w14:textId="77777777" w:rsidR="00D57550" w:rsidRDefault="00D57550" w:rsidP="00D57550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Oferujemy wykonanie zamówienia zgodnie z treścią zapytania za kwotę całkowitą:</w:t>
      </w:r>
    </w:p>
    <w:p w14:paraId="72588ACC" w14:textId="77777777" w:rsidR="00EC6D05" w:rsidRDefault="00EC6D05" w:rsidP="00EC6D05">
      <w:p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</w:p>
    <w:p w14:paraId="0351739A" w14:textId="70C2F390" w:rsidR="00D57550" w:rsidRPr="00EC6D05" w:rsidRDefault="000F5501" w:rsidP="00EC6D05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>…………………..</w:t>
      </w:r>
      <w:r w:rsidR="00D57550" w:rsidRPr="00EC6D05">
        <w:rPr>
          <w:rFonts w:cs="Arial"/>
          <w:szCs w:val="22"/>
          <w:lang w:eastAsia="en-US"/>
        </w:rPr>
        <w:t>netto,  ………………………. brutto,</w:t>
      </w:r>
    </w:p>
    <w:p w14:paraId="4D660A6E" w14:textId="7A45F0A9" w:rsidR="00EC6D05" w:rsidRDefault="00D57550" w:rsidP="00EC6D05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w tym VAT: stawka …% w kwocie: ……………………….. (Jeżeli dotyczy)</w:t>
      </w:r>
    </w:p>
    <w:p w14:paraId="238F2E0C" w14:textId="77777777" w:rsidR="00D57550" w:rsidRPr="00D57550" w:rsidRDefault="00D57550" w:rsidP="000F5501">
      <w:p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</w:p>
    <w:p w14:paraId="49F4E145" w14:textId="51EFFE86" w:rsidR="00D80CF0" w:rsidRPr="000F5501" w:rsidRDefault="00D57550" w:rsidP="000F5501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Oferujemy wykonanie zamówienia w termini</w:t>
      </w:r>
      <w:r w:rsidR="000F5501">
        <w:rPr>
          <w:rFonts w:cs="Arial"/>
          <w:szCs w:val="22"/>
          <w:lang w:eastAsia="en-US"/>
        </w:rPr>
        <w:t xml:space="preserve">e ………… dni od daty zawarcia umowy. </w:t>
      </w:r>
    </w:p>
    <w:p w14:paraId="05B41EF9" w14:textId="77777777" w:rsidR="00D57550" w:rsidRPr="00D57550" w:rsidRDefault="00D57550" w:rsidP="00D57550">
      <w:pPr>
        <w:numPr>
          <w:ilvl w:val="0"/>
          <w:numId w:val="2"/>
        </w:numPr>
        <w:spacing w:before="120" w:after="120"/>
        <w:ind w:left="284" w:hanging="284"/>
        <w:rPr>
          <w:rFonts w:cs="Arial"/>
          <w:b/>
          <w:sz w:val="16"/>
          <w:szCs w:val="16"/>
        </w:rPr>
      </w:pPr>
      <w:r w:rsidRPr="00D57550">
        <w:rPr>
          <w:rFonts w:cs="Arial"/>
          <w:b/>
          <w:sz w:val="16"/>
          <w:szCs w:val="16"/>
        </w:rPr>
        <w:t>Oświadczenia Wykonawcy</w:t>
      </w:r>
    </w:p>
    <w:p w14:paraId="6A14E702" w14:textId="2F6CEA1E" w:rsidR="00D57550" w:rsidRPr="00E65C5F" w:rsidRDefault="00D57550" w:rsidP="002205F7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Oświadczamy, że akceptujemy treść zapytania ofertowego i wykonamy zamówienie zgodnie z jego zapisami, a w</w:t>
      </w:r>
      <w:r w:rsidR="002205F7" w:rsidRPr="00E65C5F">
        <w:rPr>
          <w:rFonts w:cs="Arial"/>
          <w:sz w:val="18"/>
          <w:szCs w:val="18"/>
          <w:lang w:eastAsia="en-US"/>
        </w:rPr>
        <w:t xml:space="preserve"> </w:t>
      </w:r>
      <w:r w:rsidRPr="00E65C5F">
        <w:rPr>
          <w:rFonts w:cs="Arial"/>
          <w:sz w:val="18"/>
          <w:szCs w:val="18"/>
          <w:lang w:eastAsia="en-US"/>
        </w:rPr>
        <w:t>szczególności z opisem przedmiotu zamówienia.</w:t>
      </w:r>
    </w:p>
    <w:p w14:paraId="3EEF2C8A" w14:textId="77777777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Oświadczamy, że akceptujemy treść wzorca umownego stanowiącego załącznik do zapytania.</w:t>
      </w:r>
    </w:p>
    <w:p w14:paraId="788C8ACA" w14:textId="77777777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sz w:val="18"/>
          <w:szCs w:val="18"/>
          <w:lang w:eastAsia="en-US"/>
        </w:rPr>
      </w:pPr>
      <w:r w:rsidRPr="00E65C5F">
        <w:rPr>
          <w:rFonts w:cs="Arial"/>
          <w:bCs/>
          <w:spacing w:val="-1"/>
          <w:sz w:val="18"/>
          <w:szCs w:val="18"/>
        </w:rPr>
        <w:t xml:space="preserve">Oświadczam(y), że Wykonawca wypełni obowiązki informacyjne przewidziane w art. 13 lub art. 14 RODO wobec osób fizycznych, od których dane osobowe bezpośrednio lub pośrednio pozyskałem w celu ubiegania się o udzielenie zamówienia publicznego w niniejszym postępowaniu i w związku z realizacją umowy w sprawie przedmiotowego zamówienia publicznego. </w:t>
      </w:r>
    </w:p>
    <w:p w14:paraId="42B54D5C" w14:textId="77777777" w:rsidR="00D57550" w:rsidRPr="000F5501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0F5501">
        <w:rPr>
          <w:rFonts w:cs="Arial"/>
          <w:sz w:val="18"/>
          <w:szCs w:val="18"/>
          <w:lang w:eastAsia="en-US"/>
        </w:rPr>
        <w:t>Oświadczam, że Wykonawca nie podlega wykluczaniu z postępowania, to jest:</w:t>
      </w:r>
    </w:p>
    <w:p w14:paraId="267E162D" w14:textId="107A9B2A" w:rsidR="00F776DE" w:rsidRPr="000F5501" w:rsidRDefault="00D57550" w:rsidP="0079631F">
      <w:pPr>
        <w:numPr>
          <w:ilvl w:val="0"/>
          <w:numId w:val="1"/>
        </w:numPr>
        <w:ind w:left="1134"/>
        <w:rPr>
          <w:rFonts w:cs="Arial"/>
          <w:bCs/>
          <w:sz w:val="18"/>
          <w:szCs w:val="18"/>
        </w:rPr>
      </w:pPr>
      <w:r w:rsidRPr="000F5501">
        <w:rPr>
          <w:rFonts w:cs="Arial"/>
          <w:sz w:val="18"/>
          <w:szCs w:val="18"/>
        </w:rPr>
        <w:t>nie zachodzą w stosunku do niego przesłanki</w:t>
      </w:r>
      <w:r w:rsidRPr="000F5501">
        <w:rPr>
          <w:rFonts w:cs="Arial"/>
          <w:bCs/>
          <w:sz w:val="18"/>
          <w:szCs w:val="18"/>
        </w:rPr>
        <w:t xml:space="preserve"> określone </w:t>
      </w:r>
      <w:r w:rsidR="0012180C" w:rsidRPr="000F5501">
        <w:rPr>
          <w:rFonts w:cs="Arial"/>
          <w:bCs/>
          <w:sz w:val="18"/>
          <w:szCs w:val="18"/>
        </w:rPr>
        <w:t>w art. 108 ustęp 1</w:t>
      </w:r>
      <w:r w:rsidR="0079631F" w:rsidRPr="000F5501">
        <w:rPr>
          <w:rFonts w:cs="Arial"/>
          <w:bCs/>
          <w:sz w:val="18"/>
          <w:szCs w:val="18"/>
        </w:rPr>
        <w:t xml:space="preserve"> oraz </w:t>
      </w:r>
      <w:r w:rsidR="0012180C" w:rsidRPr="000F5501">
        <w:rPr>
          <w:rFonts w:cs="Arial"/>
          <w:bCs/>
          <w:sz w:val="18"/>
          <w:szCs w:val="18"/>
        </w:rPr>
        <w:t xml:space="preserve"> </w:t>
      </w:r>
      <w:r w:rsidR="00F776DE" w:rsidRPr="000F5501">
        <w:rPr>
          <w:rFonts w:cs="Arial"/>
          <w:bCs/>
          <w:sz w:val="18"/>
          <w:szCs w:val="18"/>
        </w:rPr>
        <w:t>w art. 109 ustęp 1 pkt 1, 2 a), b), c), 3, 4, 6, 8, 9, 10</w:t>
      </w:r>
      <w:r w:rsidR="0012180C" w:rsidRPr="000F5501">
        <w:rPr>
          <w:rFonts w:cs="Arial"/>
          <w:bCs/>
          <w:sz w:val="18"/>
          <w:szCs w:val="18"/>
        </w:rPr>
        <w:t xml:space="preserve"> ustawy Prawo zamówień publicznych</w:t>
      </w:r>
      <w:r w:rsidR="00F00DB4" w:rsidRPr="000F5501">
        <w:t xml:space="preserve"> </w:t>
      </w:r>
      <w:r w:rsidR="00F00DB4" w:rsidRPr="000F5501">
        <w:rPr>
          <w:rFonts w:cs="Arial"/>
          <w:bCs/>
          <w:sz w:val="18"/>
          <w:szCs w:val="18"/>
        </w:rPr>
        <w:t>oraz w art. 7 ustawy z dnia 13 kwietnia 2022 r. o szczególnych rozwiązaniach w zakresie przeciwdziałania wspieraniu agresji na Ukrainę oraz służących ochronie bezpieczeństwa narodowego (</w:t>
      </w:r>
      <w:proofErr w:type="spellStart"/>
      <w:r w:rsidR="00F00DB4" w:rsidRPr="000F5501">
        <w:rPr>
          <w:rFonts w:cs="Arial"/>
          <w:bCs/>
          <w:sz w:val="18"/>
          <w:szCs w:val="18"/>
        </w:rPr>
        <w:t>t.j</w:t>
      </w:r>
      <w:proofErr w:type="spellEnd"/>
      <w:r w:rsidR="00F00DB4" w:rsidRPr="000F5501">
        <w:rPr>
          <w:rFonts w:cs="Arial"/>
          <w:bCs/>
          <w:sz w:val="18"/>
          <w:szCs w:val="18"/>
        </w:rPr>
        <w:t>. Dz. U. z 2024 r. poz. 507)</w:t>
      </w:r>
      <w:r w:rsidR="0012180C" w:rsidRPr="000F5501">
        <w:rPr>
          <w:rFonts w:cs="Arial"/>
          <w:bCs/>
          <w:sz w:val="18"/>
          <w:szCs w:val="18"/>
        </w:rPr>
        <w:t>,</w:t>
      </w:r>
    </w:p>
    <w:p w14:paraId="6C41F4AF" w14:textId="666E79CD" w:rsidR="00F776DE" w:rsidRPr="000F5501" w:rsidRDefault="00F776DE" w:rsidP="00F776DE">
      <w:pPr>
        <w:numPr>
          <w:ilvl w:val="0"/>
          <w:numId w:val="1"/>
        </w:numPr>
        <w:ind w:left="1134"/>
        <w:rPr>
          <w:rFonts w:cs="Arial"/>
          <w:bCs/>
          <w:sz w:val="18"/>
          <w:szCs w:val="18"/>
        </w:rPr>
      </w:pPr>
      <w:r w:rsidRPr="000F5501">
        <w:rPr>
          <w:rFonts w:cs="Arial"/>
          <w:bCs/>
          <w:sz w:val="18"/>
          <w:szCs w:val="18"/>
        </w:rPr>
        <w:t>w</w:t>
      </w:r>
      <w:bookmarkStart w:id="0" w:name="_Hlk105413263"/>
      <w:r w:rsidRPr="000F5501">
        <w:rPr>
          <w:rFonts w:cs="Arial"/>
          <w:bCs/>
          <w:sz w:val="18"/>
          <w:szCs w:val="18"/>
        </w:rPr>
        <w:t xml:space="preserve"> okresie 24 miesięcy przed upływem terminu składania ofert </w:t>
      </w:r>
      <w:bookmarkEnd w:id="0"/>
      <w:r w:rsidR="001C3003" w:rsidRPr="000F5501">
        <w:rPr>
          <w:rFonts w:cs="Arial"/>
          <w:bCs/>
          <w:sz w:val="18"/>
          <w:szCs w:val="18"/>
        </w:rPr>
        <w:t>nie skierowano w stosunku do niego wniosku do sądu o ukaranie</w:t>
      </w:r>
      <w:r w:rsidR="00B61471" w:rsidRPr="000F5501">
        <w:rPr>
          <w:rFonts w:cs="Arial"/>
          <w:bCs/>
          <w:sz w:val="18"/>
          <w:szCs w:val="18"/>
        </w:rPr>
        <w:t>,</w:t>
      </w:r>
      <w:r w:rsidR="001C3003" w:rsidRPr="000F5501">
        <w:rPr>
          <w:rFonts w:cs="Arial"/>
          <w:bCs/>
          <w:sz w:val="18"/>
          <w:szCs w:val="18"/>
        </w:rPr>
        <w:t xml:space="preserve"> </w:t>
      </w:r>
      <w:r w:rsidRPr="000F5501">
        <w:rPr>
          <w:rFonts w:cs="Arial"/>
          <w:bCs/>
          <w:sz w:val="18"/>
          <w:szCs w:val="18"/>
        </w:rPr>
        <w:t>nie został ukara</w:t>
      </w:r>
      <w:r w:rsidR="0079631F" w:rsidRPr="000F5501">
        <w:rPr>
          <w:rFonts w:cs="Arial"/>
          <w:bCs/>
          <w:sz w:val="18"/>
          <w:szCs w:val="18"/>
        </w:rPr>
        <w:t>n</w:t>
      </w:r>
      <w:r w:rsidRPr="000F5501">
        <w:rPr>
          <w:rFonts w:cs="Arial"/>
          <w:bCs/>
          <w:sz w:val="18"/>
          <w:szCs w:val="18"/>
        </w:rPr>
        <w:t>y mandatem przez organ Państwowej Inspekcji Pracy lub skazany prawomocnym wyrokiem sądu</w:t>
      </w:r>
      <w:r w:rsidR="00B61471" w:rsidRPr="000F5501">
        <w:rPr>
          <w:rFonts w:cs="Arial"/>
          <w:bCs/>
          <w:sz w:val="18"/>
          <w:szCs w:val="18"/>
        </w:rPr>
        <w:t xml:space="preserve"> – </w:t>
      </w:r>
      <w:r w:rsidRPr="000F5501">
        <w:rPr>
          <w:rFonts w:cs="Arial"/>
          <w:bCs/>
          <w:sz w:val="18"/>
          <w:szCs w:val="18"/>
        </w:rPr>
        <w:t xml:space="preserve"> za wykroczenie popełnione w sprawach określonych w art. 17 § 2 ustawy </w:t>
      </w:r>
      <w:r w:rsidR="000F55F1" w:rsidRPr="000F5501">
        <w:rPr>
          <w:rFonts w:cs="Arial"/>
          <w:bCs/>
          <w:sz w:val="18"/>
          <w:szCs w:val="18"/>
        </w:rPr>
        <w:t xml:space="preserve">z dnia 24 sierpnia 2001 r. </w:t>
      </w:r>
      <w:r w:rsidRPr="000F5501">
        <w:rPr>
          <w:rFonts w:cs="Arial"/>
          <w:bCs/>
          <w:sz w:val="18"/>
          <w:szCs w:val="18"/>
        </w:rPr>
        <w:t xml:space="preserve">Kodeks postępowania w sprawach o wykroczenia </w:t>
      </w:r>
      <w:r w:rsidR="006C0DC5" w:rsidRPr="000F5501">
        <w:rPr>
          <w:rFonts w:cs="Arial"/>
          <w:bCs/>
          <w:sz w:val="18"/>
          <w:szCs w:val="18"/>
        </w:rPr>
        <w:t>(</w:t>
      </w:r>
      <w:r w:rsidR="00D80CF0" w:rsidRPr="000F5501">
        <w:rPr>
          <w:rFonts w:cs="Arial"/>
          <w:bCs/>
          <w:sz w:val="18"/>
          <w:szCs w:val="18"/>
        </w:rPr>
        <w:t xml:space="preserve">(Dz.U. 2024 poz. 977 </w:t>
      </w:r>
      <w:proofErr w:type="spellStart"/>
      <w:r w:rsidR="00D80CF0" w:rsidRPr="000F5501">
        <w:rPr>
          <w:rFonts w:cs="Arial"/>
          <w:bCs/>
          <w:sz w:val="18"/>
          <w:szCs w:val="18"/>
        </w:rPr>
        <w:t>t.j</w:t>
      </w:r>
      <w:proofErr w:type="spellEnd"/>
      <w:r w:rsidR="00D80CF0" w:rsidRPr="000F5501">
        <w:rPr>
          <w:rFonts w:cs="Arial"/>
          <w:bCs/>
          <w:sz w:val="18"/>
          <w:szCs w:val="18"/>
        </w:rPr>
        <w:t>.</w:t>
      </w:r>
      <w:r w:rsidR="006C0DC5" w:rsidRPr="000F5501">
        <w:rPr>
          <w:rFonts w:cs="Arial"/>
          <w:bCs/>
          <w:sz w:val="18"/>
          <w:szCs w:val="18"/>
        </w:rPr>
        <w:t>)</w:t>
      </w:r>
    </w:p>
    <w:p w14:paraId="54411736" w14:textId="2A806DA8" w:rsidR="00D57550" w:rsidRPr="000F5501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0F5501">
        <w:rPr>
          <w:rFonts w:cs="Arial"/>
          <w:sz w:val="18"/>
          <w:szCs w:val="18"/>
          <w:lang w:eastAsia="en-US"/>
        </w:rPr>
        <w:t>Oświadczam, że Wykonawca spełnia warunki udziału w postępowaniu</w:t>
      </w:r>
      <w:r w:rsidR="0096167B" w:rsidRPr="000F5501">
        <w:rPr>
          <w:rFonts w:cs="Arial"/>
          <w:sz w:val="18"/>
          <w:szCs w:val="18"/>
          <w:lang w:eastAsia="en-US"/>
        </w:rPr>
        <w:t xml:space="preserve"> dotyczące</w:t>
      </w:r>
      <w:r w:rsidRPr="000F5501">
        <w:rPr>
          <w:rFonts w:cs="Arial"/>
          <w:sz w:val="18"/>
          <w:szCs w:val="18"/>
          <w:lang w:eastAsia="en-US"/>
        </w:rPr>
        <w:t>:</w:t>
      </w:r>
    </w:p>
    <w:p w14:paraId="40E12906" w14:textId="1252FB3E" w:rsidR="0096167B" w:rsidRPr="000F5501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0F5501">
        <w:rPr>
          <w:rFonts w:cs="Arial"/>
          <w:sz w:val="18"/>
          <w:szCs w:val="18"/>
        </w:rPr>
        <w:t>zdolności do występowania w obrocie gospodarczym;</w:t>
      </w:r>
    </w:p>
    <w:p w14:paraId="39BAA399" w14:textId="4083BDA5" w:rsidR="0096167B" w:rsidRPr="000F5501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0F5501">
        <w:rPr>
          <w:rFonts w:cs="Arial"/>
          <w:sz w:val="18"/>
          <w:szCs w:val="18"/>
        </w:rPr>
        <w:t>uprawnień do prowadzenia określonej działalności gospodarczej lub zawodowej, o ile wynika to z odrębnych przepisów;</w:t>
      </w:r>
    </w:p>
    <w:p w14:paraId="7E9628C9" w14:textId="06EDBB1B" w:rsidR="0096167B" w:rsidRPr="000F5501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0F5501">
        <w:rPr>
          <w:rFonts w:cs="Arial"/>
          <w:sz w:val="18"/>
          <w:szCs w:val="18"/>
        </w:rPr>
        <w:t>sytuacji ekonomicznej lub finansowej;</w:t>
      </w:r>
    </w:p>
    <w:p w14:paraId="6D88FEAE" w14:textId="06D79FB6" w:rsidR="0096167B" w:rsidRPr="000F5501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0F5501">
        <w:rPr>
          <w:rFonts w:cs="Arial"/>
          <w:sz w:val="18"/>
          <w:szCs w:val="18"/>
        </w:rPr>
        <w:t>zdolności technicznej lub zawodowej;</w:t>
      </w:r>
    </w:p>
    <w:p w14:paraId="1F5F8F73" w14:textId="77777777" w:rsidR="00D57550" w:rsidRPr="000F5501" w:rsidRDefault="00D57550" w:rsidP="00D57550">
      <w:pPr>
        <w:autoSpaceDE w:val="0"/>
        <w:autoSpaceDN w:val="0"/>
        <w:adjustRightInd w:val="0"/>
        <w:rPr>
          <w:rFonts w:cs="Arial"/>
          <w:szCs w:val="22"/>
        </w:rPr>
      </w:pPr>
    </w:p>
    <w:p w14:paraId="492274C0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103C7622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00A403F8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3647DF82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300EF416" w14:textId="2F38EF7A" w:rsidR="00D57550" w:rsidRPr="00D57550" w:rsidRDefault="00D57550" w:rsidP="00D57550">
      <w:pPr>
        <w:autoSpaceDE w:val="0"/>
        <w:autoSpaceDN w:val="0"/>
        <w:adjustRightInd w:val="0"/>
        <w:ind w:left="5529"/>
      </w:pPr>
      <w:r w:rsidRPr="00D57550">
        <w:t>W imieniu Wykonawcy</w:t>
      </w:r>
    </w:p>
    <w:p w14:paraId="48B6CA81" w14:textId="77777777" w:rsidR="00D57550" w:rsidRPr="00D57550" w:rsidRDefault="00D5755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2783A0E3" w14:textId="77777777" w:rsidR="00D57550" w:rsidRDefault="00D5755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4F2600D9" w14:textId="77777777" w:rsidR="00D80CF0" w:rsidRDefault="00D80CF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6C291E99" w14:textId="77777777" w:rsidR="00D80CF0" w:rsidRDefault="00D80CF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7492A63F" w14:textId="77777777" w:rsidR="00D80CF0" w:rsidRPr="00D57550" w:rsidRDefault="00D80CF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7FBFFF20" w14:textId="77777777" w:rsidR="00D57550" w:rsidRPr="00D57550" w:rsidRDefault="00D57550" w:rsidP="00D57550">
      <w:pPr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Spis załączników:</w:t>
      </w:r>
    </w:p>
    <w:p w14:paraId="03AB6697" w14:textId="77777777" w:rsidR="00D57550" w:rsidRPr="00D57550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p w14:paraId="618B5AFD" w14:textId="77777777" w:rsidR="00D57550" w:rsidRPr="00D57550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p w14:paraId="2353F954" w14:textId="11B447A0" w:rsidR="00D57550" w:rsidRPr="00E65C5F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sectPr w:rsidR="00D57550" w:rsidRPr="00E65C5F" w:rsidSect="007C31BB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746EA" w14:textId="77777777" w:rsidR="00573437" w:rsidRDefault="00573437">
      <w:r>
        <w:separator/>
      </w:r>
    </w:p>
  </w:endnote>
  <w:endnote w:type="continuationSeparator" w:id="0">
    <w:p w14:paraId="3DD28997" w14:textId="77777777" w:rsidR="00573437" w:rsidRDefault="0057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1D80B" w14:textId="77777777" w:rsidR="00CB79ED" w:rsidRPr="00691D1D" w:rsidRDefault="00CB79ED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, tel. </w:t>
    </w:r>
    <w:r w:rsidRPr="00691D1D">
      <w:rPr>
        <w:rFonts w:ascii="ZapfHumnst L2" w:hAnsi="ZapfHumnst L2"/>
        <w:color w:val="0068A6"/>
        <w:sz w:val="16"/>
        <w:szCs w:val="16"/>
      </w:rPr>
      <w:t>91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 431 19 30, fax </w:t>
    </w:r>
    <w:r w:rsidRPr="00691D1D">
      <w:rPr>
        <w:rFonts w:ascii="ZapfHumnst L2" w:hAnsi="ZapfHumnst L2"/>
        <w:color w:val="0068A6"/>
        <w:sz w:val="16"/>
        <w:szCs w:val="16"/>
      </w:rPr>
      <w:t>91 431 19 32</w:t>
    </w:r>
  </w:p>
  <w:p w14:paraId="7A69D943" w14:textId="77777777" w:rsidR="00CB79ED" w:rsidRPr="00691D1D" w:rsidRDefault="00CB79ED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 xml:space="preserve">e-mail: kancelaria@szczecin.pip.gov.pl, 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www.</w:t>
    </w:r>
    <w:r w:rsidR="00691D1D">
      <w:rPr>
        <w:rFonts w:ascii="ZapfHumnst L2" w:hAnsi="ZapfHumnst L2"/>
        <w:color w:val="0068A6"/>
        <w:sz w:val="16"/>
        <w:szCs w:val="16"/>
        <w:lang w:val="en-US"/>
      </w:rPr>
      <w:t>szczecin.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0DB63" w14:textId="77777777" w:rsidR="00573437" w:rsidRDefault="00573437">
      <w:r>
        <w:separator/>
      </w:r>
    </w:p>
  </w:footnote>
  <w:footnote w:type="continuationSeparator" w:id="0">
    <w:p w14:paraId="3B3CCCDE" w14:textId="77777777" w:rsidR="00573437" w:rsidRDefault="00573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F678B" w14:textId="77777777" w:rsidR="00CB79ED" w:rsidRDefault="00CB79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041EE1" w14:textId="77777777" w:rsidR="00CB79ED" w:rsidRDefault="00CB7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86B2E" w14:textId="77777777" w:rsidR="00CB79ED" w:rsidRDefault="00CB79ED" w:rsidP="00CD22AE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7550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CB79ED" w14:paraId="39B487ED" w14:textId="77777777">
      <w:tc>
        <w:tcPr>
          <w:tcW w:w="921" w:type="dxa"/>
          <w:vAlign w:val="center"/>
        </w:tcPr>
        <w:p w14:paraId="3669296B" w14:textId="77777777" w:rsidR="00CB79ED" w:rsidRDefault="004C51EA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sz w:val="16"/>
            </w:rPr>
          </w:r>
          <w:r>
            <w:rPr>
              <w:sz w:val="16"/>
            </w:rPr>
            <w:pict w14:anchorId="758453A3">
              <v:group id="_x0000_s2049" editas="canvas" style="width:38.55pt;height:38.55pt;mso-position-horizontal-relative:char;mso-position-vertical-relative:line" coordsize="771,771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width:771;height:771" o:preferrelative="f">
                  <v:fill o:detectmouseclick="t"/>
                  <v:path o:extrusionok="t" o:connecttype="none"/>
                  <o:lock v:ext="edit" text="t"/>
                </v:shape>
                <v:shape id="_x0000_s2051" style="position:absolute;width:771;height:771" coordsize="771,771" path="m424,767r,1l424,770r,l423,770r-1,l420,770r-3,l414,770r-4,l408,771r-4,l400,771r-4,l392,771r-3,l385,771r-3,l379,771r-3,l373,771r-1,l371,771r-1,l367,771r-1,l363,770r-4,l357,770r-3,l353,770r-1,l351,770r-2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49,209r2,l353,210r3,l358,210r3,l365,210r2,l371,211r4,l377,211r5,l387,211r4,l396,211r3,l403,211r1,-1l404,210r2,l408,210r2,l414,210r3,l420,210r2,l423,209r1,l424,209r,1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l540,237r,1l540,240r,3l539,248r,5l539,258r,5l539,265r-2,2l537,270r,1l537,279r,6l537,291r,8l537,345xm235,345r,-49l235,293r,-5l235,284r,-4l235,275r,-4l235,267r,-4l235,260r,-3l234,253r,-4l234,247r,-4l234,240r-2,-2l232,237r,-2l232,235r,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2r,-1l470,761r,-3l470,757r,-3l470,753r,-2l470,749r,-2l470,746r,-3l470,742r1,-4l471,735r,-3l471,728r,-2l471,725r,l471,724r,l471,724r,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,l471,209r,l474,209r1,1l478,210r2,l481,210r3,l485,210r3,l492,210r5,l502,210r6,l513,210r5,l523,210r5,-1l533,209r6,l544,209r5,l554,209r7,l568,209r6,l582,209r1,l586,209r1,l589,210r4,l596,210r4,1l602,211r4,1l611,212r4,2l619,215r3,1l626,219r4,1l634,223r2,1l639,225r1,1l643,228r1,2l647,232r1,2l650,237r2,1l652,239r2,3l655,244r2,4l658,251r1,1l659,254r1,4l662,263r1,4l663,272r,2l663,275r1,2l664,281r,3l664,288r,3l663,295r,5l662,304r,4l660,313r-1,4l658,321r-3,5l653,331r-3,4l647,340r-3,2l643,345r-3,1l638,349r-2,1l634,351r-1,1l631,354r-4,1l624,358r-3,1l617,360r-4,1l610,364r-4,l602,365r-4,1l594,368r-3,l586,369r-4,l578,370r-4,l569,370r-2,2l563,372r-4,l556,372r-3,l549,372r-3,l544,372r-2,l541,372r-1,l539,372r,l537,372r,l537,372r,2l537,383r,5l537,393r,4l537,402r,4l537,411r,5l537,420r,55l537,477r,4l537,483r,4l537,490r,1l537,491r,l537,491r,l537,492r,3l537,509r2,60l540,665r,23l540,693r,2l540,696r,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,l633,142r-2,-1l630,140r,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l234,695r,-5l234,667r1,-97l235,517r,-26l235,491r,l235,491r,l235,490r,-1l235,483r,-3l235,476r,-5l235,467r,-5l235,455r,-5l235,444r,-6l235,433r,-7l235,420r,-4l235,411r,-5l235,402r,-5l235,393r,-5l235,383r,-9l235,372r,l235,372r,l234,372r-2,l231,372r,l230,372r-3,l224,372r-3,l217,372r-4,l210,372r-3,l203,370r-4,l194,370r-3,-1l187,369r-4,-1l179,368r-5,-2l170,365r-4,-1l161,363r-3,-2l154,360r-4,-2l147,356r-2,-1l142,354r-1,-2l138,351r,-1l137,350r,l136,349r-1,l133,347r,-1l132,346r-1,-1l131,345r-1,-1l130,342r-2,-1l127,341r-1,-1l124,338r,-1l123,335r-1,l122,333r-1,-1l119,330r-1,-3l117,324r-1,-2l114,318r-1,-2l112,312r,-4l111,307r,-2l111,303r-2,-3l109,298r,-3l109,293r,-2l109,288r,-3l109,281r,-2l109,276r,-2l109,271r2,-3l111,267r,-1l111,263r1,-3l112,258r1,-1l114,252r2,-5l118,243r3,-5l122,237r2,-2l126,233r1,-1l128,230r3,-2l132,228r1,-2l135,225r1,-1l141,221r5,-2l151,216r5,-1l159,214r4,-2l165,212r3,-1l173,210r4,l180,209r4,l188,209r5,l197,207r4,l206,207r4,l215,207r5,l224,207r5,2l232,209r6,l243,209r6,l254,210r5,l267,210r6,l279,210r7,l288,210r3,l293,210r3,l297,210r3,-1l301,209r1,l302,209r,l302,210r,5l301,218r,2l301,221r,3l300,234r,5l300,244r,5l300,254r-2,7l298,266r,5l298,276r,6l298,288r,5l297,298r,2l297,303r,2l297,308r,2l297,314r,3l297,321r,2l297,327r,4l297,333r,5l297,344r,5l297,354r,4l297,363r,5l297,373r,5l297,383r,5l297,393r,5l297,403r,5l297,413r,6l297,422r,5l297,433r,5l297,443r,5l297,453r,8l297,468r,8l297,482r1,8l298,497r,8l298,513r,7l298,528r,6l298,542r,8l298,557r,8l298,573r,35l298,611r,4l298,617r,3l300,654r,5l300,663r,5l300,672r,4l300,681r,3l300,690r,3l301,698r,4l301,707r,4l301,716r,4l301,725r,1l301,728r,7l302,739r,4l302,746r,3l302,751r,2l302,756r,4l304,761r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<v:path arrowok="t"/>
                  <o:lock v:ext="edit" verticies="t"/>
                </v:shape>
                <w10:wrap type="none"/>
                <w10:anchorlock/>
              </v:group>
            </w:pict>
          </w:r>
        </w:p>
      </w:tc>
      <w:tc>
        <w:tcPr>
          <w:tcW w:w="8007" w:type="dxa"/>
          <w:vAlign w:val="center"/>
        </w:tcPr>
        <w:p w14:paraId="7B66C010" w14:textId="77777777" w:rsidR="00CB79ED" w:rsidRPr="00691D1D" w:rsidRDefault="00CB79ED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691D1D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2FE32FFB" w14:textId="77777777" w:rsidR="00CB79ED" w:rsidRPr="00691D1D" w:rsidRDefault="00CB79ED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691D1D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5DCF5D79" w14:textId="77777777" w:rsidR="00CB79ED" w:rsidRPr="00617A6E" w:rsidRDefault="00CB79ED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C51B68"/>
    <w:multiLevelType w:val="hybridMultilevel"/>
    <w:tmpl w:val="0E320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21277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24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4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D37723"/>
    <w:multiLevelType w:val="hybridMultilevel"/>
    <w:tmpl w:val="6DF60C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15001822">
    <w:abstractNumId w:val="7"/>
  </w:num>
  <w:num w:numId="2" w16cid:durableId="417599360">
    <w:abstractNumId w:val="5"/>
  </w:num>
  <w:num w:numId="3" w16cid:durableId="551312794">
    <w:abstractNumId w:val="1"/>
  </w:num>
  <w:num w:numId="4" w16cid:durableId="906258350">
    <w:abstractNumId w:val="0"/>
  </w:num>
  <w:num w:numId="5" w16cid:durableId="1667516501">
    <w:abstractNumId w:val="4"/>
  </w:num>
  <w:num w:numId="6" w16cid:durableId="1225947834">
    <w:abstractNumId w:val="3"/>
  </w:num>
  <w:num w:numId="7" w16cid:durableId="784351653">
    <w:abstractNumId w:val="2"/>
  </w:num>
  <w:num w:numId="8" w16cid:durableId="14809239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1BB"/>
    <w:rsid w:val="0001338A"/>
    <w:rsid w:val="00041C72"/>
    <w:rsid w:val="00043711"/>
    <w:rsid w:val="000F5501"/>
    <w:rsid w:val="000F55F1"/>
    <w:rsid w:val="001169E6"/>
    <w:rsid w:val="0012180C"/>
    <w:rsid w:val="00121C6F"/>
    <w:rsid w:val="001322F2"/>
    <w:rsid w:val="00182AD6"/>
    <w:rsid w:val="001C3003"/>
    <w:rsid w:val="0020262E"/>
    <w:rsid w:val="002205F7"/>
    <w:rsid w:val="00297E8A"/>
    <w:rsid w:val="002C3F0E"/>
    <w:rsid w:val="002E469D"/>
    <w:rsid w:val="002E6FCF"/>
    <w:rsid w:val="002F1474"/>
    <w:rsid w:val="003039BF"/>
    <w:rsid w:val="00404EE5"/>
    <w:rsid w:val="00405646"/>
    <w:rsid w:val="004C51EA"/>
    <w:rsid w:val="00533040"/>
    <w:rsid w:val="00543493"/>
    <w:rsid w:val="00573437"/>
    <w:rsid w:val="00593F96"/>
    <w:rsid w:val="005954E7"/>
    <w:rsid w:val="005A17E8"/>
    <w:rsid w:val="005A5F46"/>
    <w:rsid w:val="005D1646"/>
    <w:rsid w:val="005D6BD3"/>
    <w:rsid w:val="00617A6E"/>
    <w:rsid w:val="00622904"/>
    <w:rsid w:val="006357BB"/>
    <w:rsid w:val="00687D7F"/>
    <w:rsid w:val="00691D1D"/>
    <w:rsid w:val="006A660F"/>
    <w:rsid w:val="006C0DC5"/>
    <w:rsid w:val="006D221E"/>
    <w:rsid w:val="0079631F"/>
    <w:rsid w:val="007A7FB9"/>
    <w:rsid w:val="007C30CC"/>
    <w:rsid w:val="007C31BB"/>
    <w:rsid w:val="0082242A"/>
    <w:rsid w:val="008243F9"/>
    <w:rsid w:val="00844303"/>
    <w:rsid w:val="00861BE4"/>
    <w:rsid w:val="00871FE6"/>
    <w:rsid w:val="0088246E"/>
    <w:rsid w:val="0090528D"/>
    <w:rsid w:val="0096167B"/>
    <w:rsid w:val="009856C9"/>
    <w:rsid w:val="00A524F0"/>
    <w:rsid w:val="00AB648E"/>
    <w:rsid w:val="00AB72AB"/>
    <w:rsid w:val="00AE672E"/>
    <w:rsid w:val="00B23F3C"/>
    <w:rsid w:val="00B2620B"/>
    <w:rsid w:val="00B30EC5"/>
    <w:rsid w:val="00B50CD8"/>
    <w:rsid w:val="00B61471"/>
    <w:rsid w:val="00C06A2D"/>
    <w:rsid w:val="00CB61D4"/>
    <w:rsid w:val="00CB79ED"/>
    <w:rsid w:val="00CD22AE"/>
    <w:rsid w:val="00CE4C23"/>
    <w:rsid w:val="00D53CB0"/>
    <w:rsid w:val="00D57550"/>
    <w:rsid w:val="00D80CF0"/>
    <w:rsid w:val="00E06CB5"/>
    <w:rsid w:val="00E6369D"/>
    <w:rsid w:val="00E65C5F"/>
    <w:rsid w:val="00EC01A1"/>
    <w:rsid w:val="00EC6D05"/>
    <w:rsid w:val="00ED048B"/>
    <w:rsid w:val="00F00DB4"/>
    <w:rsid w:val="00F02911"/>
    <w:rsid w:val="00F14A56"/>
    <w:rsid w:val="00F776DE"/>
    <w:rsid w:val="00FD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7E78BDD"/>
  <w15:chartTrackingRefBased/>
  <w15:docId w15:val="{20E7C6F2-4D72-48ED-B1CE-390A1378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C31B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rsid w:val="006A660F"/>
    <w:pPr>
      <w:ind w:left="425"/>
    </w:pPr>
  </w:style>
  <w:style w:type="paragraph" w:customStyle="1" w:styleId="Kod">
    <w:name w:val="Kod"/>
    <w:next w:val="Normalny"/>
    <w:autoRedefine/>
    <w:rsid w:val="001322F2"/>
    <w:pPr>
      <w:keepNext/>
    </w:pPr>
    <w:rPr>
      <w:rFonts w:ascii="Arial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43711"/>
    <w:pPr>
      <w:ind w:left="425" w:hanging="425"/>
    </w:pPr>
  </w:style>
  <w:style w:type="paragraph" w:styleId="Tekstpodstawowy">
    <w:name w:val="Body Text"/>
    <w:basedOn w:val="Normalny"/>
    <w:next w:val="Normalny"/>
    <w:rsid w:val="002F1474"/>
  </w:style>
  <w:style w:type="paragraph" w:styleId="Nagwek">
    <w:name w:val="header"/>
    <w:basedOn w:val="Normalny"/>
    <w:link w:val="NagwekZnak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rsid w:val="007C31BB"/>
  </w:style>
  <w:style w:type="paragraph" w:styleId="Stopka">
    <w:name w:val="footer"/>
    <w:basedOn w:val="Normalny"/>
    <w:link w:val="StopkaZnak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C31B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30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Paweł Kaszuba</cp:lastModifiedBy>
  <cp:revision>24</cp:revision>
  <dcterms:created xsi:type="dcterms:W3CDTF">2020-10-20T19:46:00Z</dcterms:created>
  <dcterms:modified xsi:type="dcterms:W3CDTF">2025-04-25T08:17:00Z</dcterms:modified>
</cp:coreProperties>
</file>